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368EA9D7" w14:textId="2835B2A5" w:rsidR="00445970" w:rsidRPr="00CA2C2D" w:rsidRDefault="0071620A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E284F">
        <w:rPr>
          <w:rFonts w:ascii="Corbel" w:hAnsi="Corbel"/>
          <w:smallCaps/>
          <w:sz w:val="24"/>
          <w:szCs w:val="24"/>
        </w:rPr>
        <w:t>2022-2025</w:t>
      </w:r>
      <w:r w:rsidR="007E284F">
        <w:rPr>
          <w:rFonts w:ascii="Corbel" w:hAnsi="Corbel"/>
          <w:i/>
          <w:smallCaps/>
          <w:sz w:val="24"/>
          <w:szCs w:val="24"/>
        </w:rPr>
        <w:t xml:space="preserve"> </w:t>
      </w:r>
      <w:r w:rsidR="007E284F">
        <w:rPr>
          <w:rFonts w:ascii="Corbel" w:hAnsi="Corbel"/>
          <w:i/>
          <w:smallCaps/>
          <w:sz w:val="24"/>
          <w:szCs w:val="24"/>
        </w:rPr>
        <w:br/>
      </w:r>
      <w:r w:rsidR="004B4485">
        <w:rPr>
          <w:rFonts w:ascii="Corbel" w:hAnsi="Corbel"/>
          <w:sz w:val="20"/>
          <w:szCs w:val="20"/>
        </w:rPr>
        <w:t>Rok akademicki: 202</w:t>
      </w:r>
      <w:r w:rsidR="007E284F">
        <w:rPr>
          <w:rFonts w:ascii="Corbel" w:hAnsi="Corbel"/>
          <w:sz w:val="20"/>
          <w:szCs w:val="20"/>
        </w:rPr>
        <w:t>4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7E284F">
        <w:rPr>
          <w:rFonts w:ascii="Corbel" w:hAnsi="Corbel"/>
          <w:sz w:val="20"/>
          <w:szCs w:val="20"/>
        </w:rPr>
        <w:t>5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33B0B8F4" w:rsidR="0085747A" w:rsidRPr="00E5557B" w:rsidRDefault="00E55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55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1A66188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3612B016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7F46A70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821141" w14:textId="1CDCCB7F" w:rsidR="0072187E" w:rsidRPr="00CA2C2D" w:rsidRDefault="0072187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egzamin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5503B72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3BD9B37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433BB0A4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2E1E612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</w:t>
                  </w:r>
                  <w:r w:rsidR="009265AE" w:rsidRPr="00CA2C2D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egzamin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501A61E9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08497541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0402D" w14:textId="77777777" w:rsidR="00A254E5" w:rsidRDefault="00A254E5" w:rsidP="00C16ABF">
      <w:pPr>
        <w:spacing w:after="0" w:line="240" w:lineRule="auto"/>
      </w:pPr>
      <w:r>
        <w:separator/>
      </w:r>
    </w:p>
  </w:endnote>
  <w:endnote w:type="continuationSeparator" w:id="0">
    <w:p w14:paraId="36613FF8" w14:textId="77777777" w:rsidR="00A254E5" w:rsidRDefault="00A254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C2C7F" w14:textId="77777777" w:rsidR="00A254E5" w:rsidRDefault="00A254E5" w:rsidP="00C16ABF">
      <w:pPr>
        <w:spacing w:after="0" w:line="240" w:lineRule="auto"/>
      </w:pPr>
      <w:r>
        <w:separator/>
      </w:r>
    </w:p>
  </w:footnote>
  <w:footnote w:type="continuationSeparator" w:id="0">
    <w:p w14:paraId="4896E55A" w14:textId="77777777" w:rsidR="00A254E5" w:rsidRDefault="00A254E5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D78C96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8393696">
    <w:abstractNumId w:val="4"/>
  </w:num>
  <w:num w:numId="2" w16cid:durableId="643970538">
    <w:abstractNumId w:val="5"/>
  </w:num>
  <w:num w:numId="3" w16cid:durableId="1351301901">
    <w:abstractNumId w:val="1"/>
  </w:num>
  <w:num w:numId="4" w16cid:durableId="635184113">
    <w:abstractNumId w:val="2"/>
  </w:num>
  <w:num w:numId="5" w16cid:durableId="71317831">
    <w:abstractNumId w:val="0"/>
  </w:num>
  <w:num w:numId="6" w16cid:durableId="1289317247">
    <w:abstractNumId w:val="6"/>
  </w:num>
  <w:num w:numId="7" w16cid:durableId="182978188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31C7A"/>
    <w:rsid w:val="00644BF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87E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E284F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265AE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254E5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720"/>
    <w:rsid w:val="00DE4A14"/>
    <w:rsid w:val="00DE7C98"/>
    <w:rsid w:val="00DF320D"/>
    <w:rsid w:val="00DF71C8"/>
    <w:rsid w:val="00E129B8"/>
    <w:rsid w:val="00E13B29"/>
    <w:rsid w:val="00E21E7D"/>
    <w:rsid w:val="00E22FBC"/>
    <w:rsid w:val="00E24BF5"/>
    <w:rsid w:val="00E25338"/>
    <w:rsid w:val="00E51E44"/>
    <w:rsid w:val="00E5557B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85AAB-45D1-4626-8370-B69741666689}"/>
</file>

<file path=customXml/itemProps3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22E6FD-C5EA-4436-8C62-1906BDC7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963</Words>
  <Characters>5778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27</cp:revision>
  <cp:lastPrinted>2020-10-22T10:41:00Z</cp:lastPrinted>
  <dcterms:created xsi:type="dcterms:W3CDTF">2020-10-23T07:00:00Z</dcterms:created>
  <dcterms:modified xsi:type="dcterms:W3CDTF">2022-05-31T19:54:00Z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